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74EAE" w14:textId="18CE7A9A" w:rsidR="00772D20" w:rsidRPr="00772D20" w:rsidRDefault="00A50768" w:rsidP="00A50768">
      <w:pPr>
        <w:pStyle w:val="berschrift1"/>
      </w:pPr>
      <w:r>
        <w:t>Die Oberfläche des</w:t>
      </w:r>
      <w:r w:rsidR="00B940C7">
        <w:t xml:space="preserve"> Java-</w:t>
      </w:r>
      <w:r>
        <w:t>Editors</w:t>
      </w:r>
    </w:p>
    <w:p w14:paraId="2F130815" w14:textId="77777777" w:rsidR="00660AA5" w:rsidRPr="00400B1C" w:rsidRDefault="00660AA5" w:rsidP="00660AA5">
      <w:pPr>
        <w:pStyle w:val="Listenabsatz"/>
        <w:ind w:left="360"/>
        <w:rPr>
          <w:color w:val="4472C4" w:themeColor="accent1"/>
        </w:rPr>
      </w:pPr>
    </w:p>
    <w:p w14:paraId="02E3E6F7" w14:textId="2F1F8ABE" w:rsidR="00E53959" w:rsidRDefault="002C18BF">
      <w:r>
        <w:t xml:space="preserve">Es gibt viele verschiedene integrierte Entwicklungsumgebungen (IDE) für die Entwicklung von Programmen, die unter anderem auch intuitive Möglichkeiten zur Gestaltung graphischer Benutzeroberflächen (auch </w:t>
      </w:r>
      <w:r w:rsidRPr="00583462">
        <w:rPr>
          <w:rStyle w:val="IntensiverVerweis"/>
        </w:rPr>
        <w:t xml:space="preserve">GUI </w:t>
      </w:r>
      <w:r>
        <w:t xml:space="preserve">für </w:t>
      </w:r>
      <w:proofErr w:type="spellStart"/>
      <w:r>
        <w:t>Graphical</w:t>
      </w:r>
      <w:proofErr w:type="spellEnd"/>
      <w:r>
        <w:t xml:space="preserve"> User Interface genannt) bieten. </w:t>
      </w:r>
      <w:r w:rsidR="00E53959">
        <w:t>Im Folgenden wird der von Gerhard Röhner erstellte Java-Editor (</w:t>
      </w:r>
      <w:hyperlink r:id="rId8" w:history="1">
        <w:r w:rsidR="00E53959" w:rsidRPr="00AD0A51">
          <w:rPr>
            <w:rStyle w:val="Hyperlink"/>
          </w:rPr>
          <w:t>https://javaeditor.org</w:t>
        </w:r>
      </w:hyperlink>
      <w:r w:rsidR="00E53959">
        <w:t xml:space="preserve"> Link vom 18.02.2023) vorgestellt. Darin enthaltene Elemente zum Design von graphischen Oberflächen wie Objekt-Inspektor, Vorschaufenster und Editor finde</w:t>
      </w:r>
      <w:r w:rsidR="00A50768">
        <w:t>n Sie</w:t>
      </w:r>
      <w:r w:rsidR="00E53959">
        <w:t xml:space="preserve"> auch in anderen Entwicklungsumgebungen wieder.</w:t>
      </w:r>
      <w:r w:rsidR="00772D20">
        <w:t xml:space="preserve"> </w:t>
      </w:r>
    </w:p>
    <w:p w14:paraId="210C6624" w14:textId="51857DA0" w:rsidR="001C7057" w:rsidRDefault="0090574A" w:rsidP="007D516A">
      <w:pPr>
        <w:pStyle w:val="berschrift2"/>
      </w:pPr>
      <w:r>
        <w:rPr>
          <w:noProof/>
        </w:rPr>
        <mc:AlternateContent>
          <mc:Choice Requires="wps">
            <w:drawing>
              <wp:anchor distT="0" distB="0" distL="114300" distR="114300" simplePos="0" relativeHeight="251656189" behindDoc="0" locked="0" layoutInCell="1" allowOverlap="1" wp14:anchorId="79A09914" wp14:editId="29314DE4">
                <wp:simplePos x="0" y="0"/>
                <wp:positionH relativeFrom="leftMargin">
                  <wp:posOffset>248666</wp:posOffset>
                </wp:positionH>
                <wp:positionV relativeFrom="paragraph">
                  <wp:posOffset>367741</wp:posOffset>
                </wp:positionV>
                <wp:extent cx="552893" cy="372140"/>
                <wp:effectExtent l="0" t="0" r="0" b="8890"/>
                <wp:wrapNone/>
                <wp:docPr id="13" name="Textfeld 13"/>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6984934C" w14:textId="2775382D" w:rsidR="0090574A" w:rsidRPr="0090574A" w:rsidRDefault="0090574A" w:rsidP="0090574A">
                            <w:pPr>
                              <w:rPr>
                                <w:sz w:val="28"/>
                                <w:szCs w:val="28"/>
                              </w:rPr>
                            </w:pPr>
                            <w:r w:rsidRPr="0090574A">
                              <w:rPr>
                                <w:sz w:val="28"/>
                                <w:szCs w:val="28"/>
                              </w:rPr>
                              <w:t>(</w:t>
                            </w:r>
                            <w:r>
                              <w:rPr>
                                <w:sz w:val="28"/>
                                <w:szCs w:val="28"/>
                              </w:rPr>
                              <w:t>5</w:t>
                            </w:r>
                            <w:r w:rsidRPr="0090574A">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A09914" id="_x0000_t202" coordsize="21600,21600" o:spt="202" path="m,l,21600r21600,l21600,xe">
                <v:stroke joinstyle="miter"/>
                <v:path gradientshapeok="t" o:connecttype="rect"/>
              </v:shapetype>
              <v:shape id="Textfeld 13" o:spid="_x0000_s1026" type="#_x0000_t202" style="position:absolute;margin-left:19.6pt;margin-top:28.95pt;width:43.55pt;height:29.3pt;z-index:251656189;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" fillcolor="white [3201]" stroked="f" strokeweight=".5pt">
                <v:textbox>
                  <w:txbxContent>
                    <w:p w14:paraId="6984934C" w14:textId="2775382D" w:rsidR="0090574A" w:rsidRPr="0090574A" w:rsidRDefault="0090574A" w:rsidP="0090574A">
                      <w:pPr>
                        <w:rPr>
                          <w:sz w:val="28"/>
                          <w:szCs w:val="28"/>
                        </w:rPr>
                      </w:pPr>
                      <w:r w:rsidRPr="0090574A">
                        <w:rPr>
                          <w:sz w:val="28"/>
                          <w:szCs w:val="28"/>
                        </w:rPr>
                        <w:t>(</w:t>
                      </w:r>
                      <w:r>
                        <w:rPr>
                          <w:sz w:val="28"/>
                          <w:szCs w:val="28"/>
                        </w:rPr>
                        <w:t>5</w:t>
                      </w:r>
                      <w:r w:rsidRPr="0090574A">
                        <w:rPr>
                          <w:sz w:val="28"/>
                          <w:szCs w:val="28"/>
                        </w:rPr>
                        <w:t>)</w:t>
                      </w:r>
                    </w:p>
                  </w:txbxContent>
                </v:textbox>
                <w10:wrap anchorx="margin"/>
              </v:shape>
            </w:pict>
          </mc:Fallback>
        </mc:AlternateContent>
      </w:r>
    </w:p>
    <w:p w14:paraId="09313D0B" w14:textId="77777777" w:rsidR="00A50768" w:rsidRPr="00A50768" w:rsidRDefault="00A50768" w:rsidP="00A50768"/>
    <w:p w14:paraId="47A4E9DF" w14:textId="6F6D9CE2" w:rsidR="00065FC6" w:rsidRDefault="0090574A">
      <w:r>
        <w:rPr>
          <w:noProof/>
        </w:rPr>
        <mc:AlternateContent>
          <mc:Choice Requires="wps">
            <w:drawing>
              <wp:anchor distT="0" distB="0" distL="114300" distR="114300" simplePos="0" relativeHeight="251653114" behindDoc="0" locked="0" layoutInCell="1" allowOverlap="1" wp14:anchorId="5B287B77" wp14:editId="6EF2C982">
                <wp:simplePos x="0" y="0"/>
                <wp:positionH relativeFrom="leftMargin">
                  <wp:posOffset>6963868</wp:posOffset>
                </wp:positionH>
                <wp:positionV relativeFrom="paragraph">
                  <wp:posOffset>3927805</wp:posOffset>
                </wp:positionV>
                <wp:extent cx="552893" cy="372140"/>
                <wp:effectExtent l="0" t="0" r="0" b="8890"/>
                <wp:wrapNone/>
                <wp:docPr id="16" name="Textfeld 16"/>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10B0928F" w14:textId="5FDC8418" w:rsidR="0090574A" w:rsidRPr="0090574A" w:rsidRDefault="0090574A" w:rsidP="0090574A">
                            <w:pPr>
                              <w:rPr>
                                <w:sz w:val="28"/>
                                <w:szCs w:val="28"/>
                              </w:rPr>
                            </w:pPr>
                            <w:r w:rsidRPr="0090574A">
                              <w:rPr>
                                <w:sz w:val="28"/>
                                <w:szCs w:val="28"/>
                              </w:rPr>
                              <w:t>(</w:t>
                            </w:r>
                            <w:r>
                              <w:rPr>
                                <w:sz w:val="28"/>
                                <w:szCs w:val="28"/>
                              </w:rPr>
                              <w:t>8</w:t>
                            </w:r>
                            <w:r w:rsidRPr="0090574A">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87B77" id="Textfeld 16" o:spid="_x0000_s1027" type="#_x0000_t202" style="position:absolute;margin-left:548.35pt;margin-top:309.3pt;width:43.55pt;height:29.3pt;z-index:25165311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" fillcolor="white [3201]" stroked="f" strokeweight=".5pt">
                <v:textbox>
                  <w:txbxContent>
                    <w:p w14:paraId="10B0928F" w14:textId="5FDC8418" w:rsidR="0090574A" w:rsidRPr="0090574A" w:rsidRDefault="0090574A" w:rsidP="0090574A">
                      <w:pPr>
                        <w:rPr>
                          <w:sz w:val="28"/>
                          <w:szCs w:val="28"/>
                        </w:rPr>
                      </w:pPr>
                      <w:r w:rsidRPr="0090574A">
                        <w:rPr>
                          <w:sz w:val="28"/>
                          <w:szCs w:val="28"/>
                        </w:rPr>
                        <w:t>(</w:t>
                      </w:r>
                      <w:r>
                        <w:rPr>
                          <w:sz w:val="28"/>
                          <w:szCs w:val="28"/>
                        </w:rPr>
                        <w:t>8</w:t>
                      </w:r>
                      <w:r w:rsidRPr="0090574A">
                        <w:rPr>
                          <w:sz w:val="28"/>
                          <w:szCs w:val="28"/>
                        </w:rPr>
                        <w:t>)</w:t>
                      </w:r>
                    </w:p>
                  </w:txbxContent>
                </v:textbox>
                <w10:wrap anchorx="margin"/>
              </v:shape>
            </w:pict>
          </mc:Fallback>
        </mc:AlternateContent>
      </w:r>
      <w:r>
        <w:rPr>
          <w:noProof/>
        </w:rPr>
        <mc:AlternateContent>
          <mc:Choice Requires="wps">
            <w:drawing>
              <wp:anchor distT="0" distB="0" distL="114300" distR="114300" simplePos="0" relativeHeight="251654139" behindDoc="0" locked="0" layoutInCell="1" allowOverlap="1" wp14:anchorId="483D7946" wp14:editId="123CB2A8">
                <wp:simplePos x="0" y="0"/>
                <wp:positionH relativeFrom="leftMargin">
                  <wp:posOffset>6978523</wp:posOffset>
                </wp:positionH>
                <wp:positionV relativeFrom="paragraph">
                  <wp:posOffset>2120799</wp:posOffset>
                </wp:positionV>
                <wp:extent cx="552893" cy="372140"/>
                <wp:effectExtent l="0" t="0" r="0" b="8890"/>
                <wp:wrapNone/>
                <wp:docPr id="15" name="Textfeld 15"/>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70539870" w14:textId="37F6285A" w:rsidR="0090574A" w:rsidRPr="0090574A" w:rsidRDefault="0090574A" w:rsidP="0090574A">
                            <w:pPr>
                              <w:rPr>
                                <w:sz w:val="28"/>
                                <w:szCs w:val="28"/>
                              </w:rPr>
                            </w:pPr>
                            <w:r w:rsidRPr="0090574A">
                              <w:rPr>
                                <w:sz w:val="28"/>
                                <w:szCs w:val="28"/>
                              </w:rPr>
                              <w:t>(</w:t>
                            </w:r>
                            <w:r>
                              <w:rPr>
                                <w:sz w:val="28"/>
                                <w:szCs w:val="28"/>
                              </w:rPr>
                              <w:t>7</w:t>
                            </w:r>
                            <w:r w:rsidRPr="0090574A">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D7946" id="Textfeld 15" o:spid="_x0000_s1028" type="#_x0000_t202" style="position:absolute;margin-left:549.5pt;margin-top:167pt;width:43.55pt;height:29.3pt;z-index:251654139;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" fillcolor="white [3201]" stroked="f" strokeweight=".5pt">
                <v:textbox>
                  <w:txbxContent>
                    <w:p w14:paraId="70539870" w14:textId="37F6285A" w:rsidR="0090574A" w:rsidRPr="0090574A" w:rsidRDefault="0090574A" w:rsidP="0090574A">
                      <w:pPr>
                        <w:rPr>
                          <w:sz w:val="28"/>
                          <w:szCs w:val="28"/>
                        </w:rPr>
                      </w:pPr>
                      <w:r w:rsidRPr="0090574A">
                        <w:rPr>
                          <w:sz w:val="28"/>
                          <w:szCs w:val="28"/>
                        </w:rPr>
                        <w:t>(</w:t>
                      </w:r>
                      <w:r>
                        <w:rPr>
                          <w:sz w:val="28"/>
                          <w:szCs w:val="28"/>
                        </w:rPr>
                        <w:t>7</w:t>
                      </w:r>
                      <w:r w:rsidRPr="0090574A">
                        <w:rPr>
                          <w:sz w:val="28"/>
                          <w:szCs w:val="28"/>
                        </w:rPr>
                        <w:t>)</w:t>
                      </w:r>
                    </w:p>
                  </w:txbxContent>
                </v:textbox>
                <w10:wrap anchorx="margin"/>
              </v:shape>
            </w:pict>
          </mc:Fallback>
        </mc:AlternateContent>
      </w:r>
      <w:r>
        <w:rPr>
          <w:noProof/>
        </w:rPr>
        <mc:AlternateContent>
          <mc:Choice Requires="wps">
            <w:drawing>
              <wp:anchor distT="0" distB="0" distL="114300" distR="114300" simplePos="0" relativeHeight="251655164" behindDoc="0" locked="0" layoutInCell="1" allowOverlap="1" wp14:anchorId="1AFA83EE" wp14:editId="0A65DC0F">
                <wp:simplePos x="0" y="0"/>
                <wp:positionH relativeFrom="leftMargin">
                  <wp:posOffset>6993357</wp:posOffset>
                </wp:positionH>
                <wp:positionV relativeFrom="paragraph">
                  <wp:posOffset>296037</wp:posOffset>
                </wp:positionV>
                <wp:extent cx="552893" cy="372140"/>
                <wp:effectExtent l="0" t="0" r="0" b="8890"/>
                <wp:wrapNone/>
                <wp:docPr id="14" name="Textfeld 14"/>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56F8CF71" w14:textId="53E1B6A0" w:rsidR="0090574A" w:rsidRPr="0090574A" w:rsidRDefault="0090574A" w:rsidP="0090574A">
                            <w:pPr>
                              <w:rPr>
                                <w:sz w:val="28"/>
                                <w:szCs w:val="28"/>
                              </w:rPr>
                            </w:pPr>
                            <w:r w:rsidRPr="0090574A">
                              <w:rPr>
                                <w:sz w:val="28"/>
                                <w:szCs w:val="28"/>
                              </w:rPr>
                              <w:t>(</w:t>
                            </w:r>
                            <w:r>
                              <w:rPr>
                                <w:sz w:val="28"/>
                                <w:szCs w:val="28"/>
                              </w:rPr>
                              <w:t>6</w:t>
                            </w:r>
                            <w:r w:rsidRPr="0090574A">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A83EE" id="Textfeld 14" o:spid="_x0000_s1029" type="#_x0000_t202" style="position:absolute;margin-left:550.65pt;margin-top:23.3pt;width:43.55pt;height:29.3pt;z-index:2516551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" fillcolor="white [3201]" stroked="f" strokeweight=".5pt">
                <v:textbox>
                  <w:txbxContent>
                    <w:p w14:paraId="56F8CF71" w14:textId="53E1B6A0" w:rsidR="0090574A" w:rsidRPr="0090574A" w:rsidRDefault="0090574A" w:rsidP="0090574A">
                      <w:pPr>
                        <w:rPr>
                          <w:sz w:val="28"/>
                          <w:szCs w:val="28"/>
                        </w:rPr>
                      </w:pPr>
                      <w:r w:rsidRPr="0090574A">
                        <w:rPr>
                          <w:sz w:val="28"/>
                          <w:szCs w:val="28"/>
                        </w:rPr>
                        <w:t>(</w:t>
                      </w:r>
                      <w:r>
                        <w:rPr>
                          <w:sz w:val="28"/>
                          <w:szCs w:val="28"/>
                        </w:rPr>
                        <w:t>6</w:t>
                      </w:r>
                      <w:r w:rsidRPr="0090574A">
                        <w:rPr>
                          <w:sz w:val="28"/>
                          <w:szCs w:val="28"/>
                        </w:rPr>
                        <w:t>)</w:t>
                      </w:r>
                    </w:p>
                  </w:txbxContent>
                </v:textbox>
                <w10:wrap anchorx="margin"/>
              </v:shape>
            </w:pict>
          </mc:Fallback>
        </mc:AlternateContent>
      </w:r>
      <w:r>
        <w:rPr>
          <w:noProof/>
        </w:rPr>
        <mc:AlternateContent>
          <mc:Choice Requires="wps">
            <w:drawing>
              <wp:anchor distT="0" distB="0" distL="114300" distR="114300" simplePos="0" relativeHeight="251657214" behindDoc="0" locked="0" layoutInCell="1" allowOverlap="1" wp14:anchorId="4AC1CF4E" wp14:editId="48C4481F">
                <wp:simplePos x="0" y="0"/>
                <wp:positionH relativeFrom="leftMargin">
                  <wp:posOffset>205842</wp:posOffset>
                </wp:positionH>
                <wp:positionV relativeFrom="paragraph">
                  <wp:posOffset>587096</wp:posOffset>
                </wp:positionV>
                <wp:extent cx="552893" cy="372140"/>
                <wp:effectExtent l="0" t="0" r="0" b="8890"/>
                <wp:wrapNone/>
                <wp:docPr id="12" name="Textfeld 12"/>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1D290B7C" w14:textId="72C4A804" w:rsidR="0090574A" w:rsidRPr="0090574A" w:rsidRDefault="0090574A" w:rsidP="0090574A">
                            <w:pPr>
                              <w:rPr>
                                <w:sz w:val="28"/>
                                <w:szCs w:val="28"/>
                              </w:rPr>
                            </w:pPr>
                            <w:r w:rsidRPr="0090574A">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1CF4E" id="Textfeld 12" o:spid="_x0000_s1030" type="#_x0000_t202" style="position:absolute;margin-left:16.2pt;margin-top:46.25pt;width:43.55pt;height:29.3pt;z-index:25165721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" fillcolor="white [3201]" stroked="f" strokeweight=".5pt">
                <v:textbox>
                  <w:txbxContent>
                    <w:p w14:paraId="1D290B7C" w14:textId="72C4A804" w:rsidR="0090574A" w:rsidRPr="0090574A" w:rsidRDefault="0090574A" w:rsidP="0090574A">
                      <w:pPr>
                        <w:rPr>
                          <w:sz w:val="28"/>
                          <w:szCs w:val="28"/>
                        </w:rPr>
                      </w:pPr>
                      <w:r w:rsidRPr="0090574A">
                        <w:rPr>
                          <w:sz w:val="28"/>
                          <w:szCs w:val="28"/>
                        </w:rPr>
                        <w:t>(4)</w:t>
                      </w:r>
                    </w:p>
                  </w:txbxContent>
                </v:textbox>
                <w10:wrap anchorx="margin"/>
              </v:shape>
            </w:pict>
          </mc:Fallback>
        </mc:AlternateContent>
      </w:r>
      <w:r>
        <w:rPr>
          <w:noProof/>
        </w:rPr>
        <mc:AlternateContent>
          <mc:Choice Requires="wps">
            <w:drawing>
              <wp:anchor distT="0" distB="0" distL="114300" distR="114300" simplePos="0" relativeHeight="251658239" behindDoc="0" locked="0" layoutInCell="1" allowOverlap="1" wp14:anchorId="196818FC" wp14:editId="5AD4C73F">
                <wp:simplePos x="0" y="0"/>
                <wp:positionH relativeFrom="leftMargin">
                  <wp:posOffset>249301</wp:posOffset>
                </wp:positionH>
                <wp:positionV relativeFrom="paragraph">
                  <wp:posOffset>1147166</wp:posOffset>
                </wp:positionV>
                <wp:extent cx="493664" cy="372140"/>
                <wp:effectExtent l="0" t="0" r="1905" b="8890"/>
                <wp:wrapNone/>
                <wp:docPr id="11" name="Textfeld 11"/>
                <wp:cNvGraphicFramePr/>
                <a:graphic xmlns:a="http://schemas.openxmlformats.org/drawingml/2006/main">
                  <a:graphicData uri="http://schemas.microsoft.com/office/word/2010/wordprocessingShape">
                    <wps:wsp>
                      <wps:cNvSpPr txBox="1"/>
                      <wps:spPr>
                        <a:xfrm>
                          <a:off x="0" y="0"/>
                          <a:ext cx="493664" cy="372140"/>
                        </a:xfrm>
                        <a:prstGeom prst="rect">
                          <a:avLst/>
                        </a:prstGeom>
                        <a:solidFill>
                          <a:schemeClr val="lt1"/>
                        </a:solidFill>
                        <a:ln w="6350">
                          <a:noFill/>
                        </a:ln>
                      </wps:spPr>
                      <wps:txbx>
                        <w:txbxContent>
                          <w:p w14:paraId="1CF5BC56" w14:textId="5B81C9D6" w:rsidR="0090574A" w:rsidRPr="0090574A" w:rsidRDefault="0090574A" w:rsidP="0090574A">
                            <w:pPr>
                              <w:rPr>
                                <w:sz w:val="28"/>
                                <w:szCs w:val="28"/>
                              </w:rPr>
                            </w:pPr>
                            <w:r w:rsidRPr="0090574A">
                              <w:rPr>
                                <w:sz w:val="28"/>
                                <w:szCs w:val="2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818FC" id="Textfeld 11" o:spid="_x0000_s1031" type="#_x0000_t202" style="position:absolute;margin-left:19.65pt;margin-top:90.35pt;width:38.85pt;height:29.3pt;z-index:251658239;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" fillcolor="white [3201]" stroked="f" strokeweight=".5pt">
                <v:textbox>
                  <w:txbxContent>
                    <w:p w14:paraId="1CF5BC56" w14:textId="5B81C9D6" w:rsidR="0090574A" w:rsidRPr="0090574A" w:rsidRDefault="0090574A" w:rsidP="0090574A">
                      <w:pPr>
                        <w:rPr>
                          <w:sz w:val="28"/>
                          <w:szCs w:val="28"/>
                        </w:rPr>
                      </w:pPr>
                      <w:r w:rsidRPr="0090574A">
                        <w:rPr>
                          <w:sz w:val="28"/>
                          <w:szCs w:val="28"/>
                        </w:rPr>
                        <w:t>(3)</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0D6F22F2" wp14:editId="51875C90">
                <wp:simplePos x="0" y="0"/>
                <wp:positionH relativeFrom="leftMargin">
                  <wp:align>right</wp:align>
                </wp:positionH>
                <wp:positionV relativeFrom="paragraph">
                  <wp:posOffset>2051710</wp:posOffset>
                </wp:positionV>
                <wp:extent cx="552893" cy="372140"/>
                <wp:effectExtent l="0" t="0" r="0" b="8890"/>
                <wp:wrapNone/>
                <wp:docPr id="3" name="Textfeld 3"/>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2320A390" w14:textId="0A43AB82" w:rsidR="00067523" w:rsidRPr="0090574A" w:rsidRDefault="00067523" w:rsidP="00067523">
                            <w:pPr>
                              <w:rPr>
                                <w:sz w:val="28"/>
                                <w:szCs w:val="28"/>
                              </w:rPr>
                            </w:pPr>
                            <w:r w:rsidRPr="0090574A">
                              <w:rPr>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F22F2" id="Textfeld 3" o:spid="_x0000_s1032" type="#_x0000_t202" style="position:absolute;margin-left:-7.65pt;margin-top:161.55pt;width:43.55pt;height:29.3pt;z-index:25166233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" fillcolor="white [3201]" stroked="f" strokeweight=".5pt">
                <v:textbox>
                  <w:txbxContent>
                    <w:p w14:paraId="2320A390" w14:textId="0A43AB82" w:rsidR="00067523" w:rsidRPr="0090574A" w:rsidRDefault="00067523" w:rsidP="00067523">
                      <w:pPr>
                        <w:rPr>
                          <w:sz w:val="28"/>
                          <w:szCs w:val="28"/>
                        </w:rPr>
                      </w:pPr>
                      <w:r w:rsidRPr="0090574A">
                        <w:rPr>
                          <w:sz w:val="28"/>
                          <w:szCs w:val="28"/>
                        </w:rPr>
                        <w:t>(2)</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2D08F179" wp14:editId="3331DF58">
                <wp:simplePos x="0" y="0"/>
                <wp:positionH relativeFrom="leftMargin">
                  <wp:align>right</wp:align>
                </wp:positionH>
                <wp:positionV relativeFrom="paragraph">
                  <wp:posOffset>2579726</wp:posOffset>
                </wp:positionV>
                <wp:extent cx="552893" cy="372140"/>
                <wp:effectExtent l="0" t="0" r="0" b="8890"/>
                <wp:wrapNone/>
                <wp:docPr id="1" name="Textfeld 1"/>
                <wp:cNvGraphicFramePr/>
                <a:graphic xmlns:a="http://schemas.openxmlformats.org/drawingml/2006/main">
                  <a:graphicData uri="http://schemas.microsoft.com/office/word/2010/wordprocessingShape">
                    <wps:wsp>
                      <wps:cNvSpPr txBox="1"/>
                      <wps:spPr>
                        <a:xfrm>
                          <a:off x="0" y="0"/>
                          <a:ext cx="552893" cy="372140"/>
                        </a:xfrm>
                        <a:prstGeom prst="rect">
                          <a:avLst/>
                        </a:prstGeom>
                        <a:solidFill>
                          <a:schemeClr val="lt1"/>
                        </a:solidFill>
                        <a:ln w="6350">
                          <a:noFill/>
                        </a:ln>
                      </wps:spPr>
                      <wps:txbx>
                        <w:txbxContent>
                          <w:p w14:paraId="52E31451" w14:textId="63F224DA" w:rsidR="00067523" w:rsidRPr="0090574A" w:rsidRDefault="00067523">
                            <w:pPr>
                              <w:rPr>
                                <w:sz w:val="28"/>
                                <w:szCs w:val="28"/>
                              </w:rPr>
                            </w:pPr>
                            <w:r w:rsidRPr="0090574A">
                              <w:rPr>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8F179" id="Textfeld 1" o:spid="_x0000_s1033" type="#_x0000_t202" style="position:absolute;margin-left:-7.65pt;margin-top:203.15pt;width:43.55pt;height:29.3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" fillcolor="white [3201]" stroked="f" strokeweight=".5pt">
                <v:textbox>
                  <w:txbxContent>
                    <w:p w14:paraId="52E31451" w14:textId="63F224DA" w:rsidR="00067523" w:rsidRPr="0090574A" w:rsidRDefault="00067523">
                      <w:pPr>
                        <w:rPr>
                          <w:sz w:val="28"/>
                          <w:szCs w:val="28"/>
                        </w:rPr>
                      </w:pPr>
                      <w:r w:rsidRPr="0090574A">
                        <w:rPr>
                          <w:sz w:val="28"/>
                          <w:szCs w:val="28"/>
                        </w:rPr>
                        <w:t>(1)</w:t>
                      </w:r>
                    </w:p>
                  </w:txbxContent>
                </v:textbox>
                <w10:wrap anchorx="margin"/>
              </v:shape>
            </w:pict>
          </mc:Fallback>
        </mc:AlternateContent>
      </w:r>
      <w:r>
        <w:rPr>
          <w:noProof/>
        </w:rPr>
        <mc:AlternateContent>
          <mc:Choice Requires="wps">
            <w:drawing>
              <wp:anchor distT="0" distB="0" distL="114300" distR="114300" simplePos="0" relativeHeight="251676672" behindDoc="0" locked="0" layoutInCell="1" allowOverlap="1" wp14:anchorId="03096413" wp14:editId="238E2836">
                <wp:simplePos x="0" y="0"/>
                <wp:positionH relativeFrom="column">
                  <wp:posOffset>5188986</wp:posOffset>
                </wp:positionH>
                <wp:positionV relativeFrom="paragraph">
                  <wp:posOffset>4085906</wp:posOffset>
                </wp:positionV>
                <wp:extent cx="918830" cy="0"/>
                <wp:effectExtent l="19050" t="19050" r="53340" b="38100"/>
                <wp:wrapNone/>
                <wp:docPr id="10" name="Gerader Verbinder 10"/>
                <wp:cNvGraphicFramePr/>
                <a:graphic xmlns:a="http://schemas.openxmlformats.org/drawingml/2006/main">
                  <a:graphicData uri="http://schemas.microsoft.com/office/word/2010/wordprocessingShape">
                    <wps:wsp>
                      <wps:cNvCnPr/>
                      <wps:spPr>
                        <a:xfrm flipV="1">
                          <a:off x="0" y="0"/>
                          <a:ext cx="918830" cy="0"/>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2AA986" id="Gerader Verbinder 10"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6pt,321.7pt" to="480.95pt,3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" strokecolor="black [3200]" strokeweight="1.5pt">
                <v:stroke startarrow="oval" startarrowwidth="narrow" startarrowlength="short" endarrow="oval" endarrowwidth="narrow" endarrowlength="short" joinstyle="miter"/>
              </v:line>
            </w:pict>
          </mc:Fallback>
        </mc:AlternateContent>
      </w:r>
      <w:r>
        <w:rPr>
          <w:noProof/>
        </w:rPr>
        <mc:AlternateContent>
          <mc:Choice Requires="wps">
            <w:drawing>
              <wp:anchor distT="0" distB="0" distL="114300" distR="114300" simplePos="0" relativeHeight="251674624" behindDoc="0" locked="0" layoutInCell="1" allowOverlap="1" wp14:anchorId="0AC2F496" wp14:editId="34BC1EF3">
                <wp:simplePos x="0" y="0"/>
                <wp:positionH relativeFrom="column">
                  <wp:posOffset>5189080</wp:posOffset>
                </wp:positionH>
                <wp:positionV relativeFrom="paragraph">
                  <wp:posOffset>2296635</wp:posOffset>
                </wp:positionV>
                <wp:extent cx="918830" cy="0"/>
                <wp:effectExtent l="19050" t="19050" r="53340" b="38100"/>
                <wp:wrapNone/>
                <wp:docPr id="9" name="Gerader Verbinder 9"/>
                <wp:cNvGraphicFramePr/>
                <a:graphic xmlns:a="http://schemas.openxmlformats.org/drawingml/2006/main">
                  <a:graphicData uri="http://schemas.microsoft.com/office/word/2010/wordprocessingShape">
                    <wps:wsp>
                      <wps:cNvCnPr/>
                      <wps:spPr>
                        <a:xfrm flipV="1">
                          <a:off x="0" y="0"/>
                          <a:ext cx="918830" cy="0"/>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69D4B3" id="Gerader Verbinder 9"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6pt,180.85pt" to="480.95pt,1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" strokecolor="black [3200]" strokeweight="1.5pt">
                <v:stroke startarrow="oval" startarrowwidth="narrow" startarrowlength="short" endarrow="oval" endarrowwidth="narrow" endarrowlength="short" joinstyle="miter"/>
              </v:line>
            </w:pict>
          </mc:Fallback>
        </mc:AlternateContent>
      </w:r>
      <w:r>
        <w:rPr>
          <w:noProof/>
        </w:rPr>
        <mc:AlternateContent>
          <mc:Choice Requires="wps">
            <w:drawing>
              <wp:anchor distT="0" distB="0" distL="114300" distR="114300" simplePos="0" relativeHeight="251672576" behindDoc="0" locked="0" layoutInCell="1" allowOverlap="1" wp14:anchorId="14B13D97" wp14:editId="6B85D434">
                <wp:simplePos x="0" y="0"/>
                <wp:positionH relativeFrom="leftMargin">
                  <wp:posOffset>2692712</wp:posOffset>
                </wp:positionH>
                <wp:positionV relativeFrom="paragraph">
                  <wp:posOffset>432321</wp:posOffset>
                </wp:positionV>
                <wp:extent cx="4341686" cy="25829"/>
                <wp:effectExtent l="19050" t="19050" r="40005" b="50800"/>
                <wp:wrapNone/>
                <wp:docPr id="8" name="Gerader Verbinder 8"/>
                <wp:cNvGraphicFramePr/>
                <a:graphic xmlns:a="http://schemas.openxmlformats.org/drawingml/2006/main">
                  <a:graphicData uri="http://schemas.microsoft.com/office/word/2010/wordprocessingShape">
                    <wps:wsp>
                      <wps:cNvCnPr/>
                      <wps:spPr>
                        <a:xfrm flipV="1">
                          <a:off x="0" y="0"/>
                          <a:ext cx="4341686" cy="25829"/>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C86574" id="Gerader Verbinder 8" o:spid="_x0000_s1026" style="position:absolute;flip:y;z-index:251672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212pt,34.05pt" to="553.85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" strokecolor="black [3200]" strokeweight="1.5pt">
                <v:stroke startarrow="oval" startarrowwidth="narrow" startarrowlength="short" endarrow="oval" endarrowwidth="narrow" endarrowlength="short" joinstyle="miter"/>
                <w10:wrap anchorx="margin"/>
              </v:line>
            </w:pict>
          </mc:Fallback>
        </mc:AlternateContent>
      </w:r>
      <w:r w:rsidR="00067523">
        <w:rPr>
          <w:noProof/>
        </w:rPr>
        <mc:AlternateContent>
          <mc:Choice Requires="wps">
            <w:drawing>
              <wp:anchor distT="0" distB="0" distL="114300" distR="114300" simplePos="0" relativeHeight="251670528" behindDoc="0" locked="0" layoutInCell="1" allowOverlap="1" wp14:anchorId="0114CF7D" wp14:editId="1A4F8466">
                <wp:simplePos x="0" y="0"/>
                <wp:positionH relativeFrom="leftMargin">
                  <wp:posOffset>591250</wp:posOffset>
                </wp:positionH>
                <wp:positionV relativeFrom="paragraph">
                  <wp:posOffset>224759</wp:posOffset>
                </wp:positionV>
                <wp:extent cx="811203" cy="104366"/>
                <wp:effectExtent l="19050" t="19050" r="46355" b="48260"/>
                <wp:wrapNone/>
                <wp:docPr id="7" name="Gerader Verbinder 7"/>
                <wp:cNvGraphicFramePr/>
                <a:graphic xmlns:a="http://schemas.openxmlformats.org/drawingml/2006/main">
                  <a:graphicData uri="http://schemas.microsoft.com/office/word/2010/wordprocessingShape">
                    <wps:wsp>
                      <wps:cNvCnPr/>
                      <wps:spPr>
                        <a:xfrm>
                          <a:off x="0" y="0"/>
                          <a:ext cx="811203" cy="104366"/>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7E5094" id="Gerader Verbinder 7" o:spid="_x0000_s1026" style="position:absolute;z-index:2516705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46.55pt,17.7pt" to="110.4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" strokecolor="black [3200]" strokeweight="1.5pt">
                <v:stroke startarrow="oval" startarrowwidth="narrow" startarrowlength="short" endarrow="oval" endarrowwidth="narrow" endarrowlength="short" joinstyle="miter"/>
                <w10:wrap anchorx="margin"/>
              </v:line>
            </w:pict>
          </mc:Fallback>
        </mc:AlternateContent>
      </w:r>
      <w:r w:rsidR="00067523">
        <w:rPr>
          <w:noProof/>
        </w:rPr>
        <mc:AlternateContent>
          <mc:Choice Requires="wps">
            <w:drawing>
              <wp:anchor distT="0" distB="0" distL="114300" distR="114300" simplePos="0" relativeHeight="251668480" behindDoc="0" locked="0" layoutInCell="1" allowOverlap="1" wp14:anchorId="003DFC11" wp14:editId="0551D629">
                <wp:simplePos x="0" y="0"/>
                <wp:positionH relativeFrom="leftMargin">
                  <wp:posOffset>537374</wp:posOffset>
                </wp:positionH>
                <wp:positionV relativeFrom="paragraph">
                  <wp:posOffset>620834</wp:posOffset>
                </wp:positionV>
                <wp:extent cx="1285816" cy="131523"/>
                <wp:effectExtent l="19050" t="19050" r="48260" b="40005"/>
                <wp:wrapNone/>
                <wp:docPr id="6" name="Gerader Verbinder 6"/>
                <wp:cNvGraphicFramePr/>
                <a:graphic xmlns:a="http://schemas.openxmlformats.org/drawingml/2006/main">
                  <a:graphicData uri="http://schemas.microsoft.com/office/word/2010/wordprocessingShape">
                    <wps:wsp>
                      <wps:cNvCnPr/>
                      <wps:spPr>
                        <a:xfrm flipV="1">
                          <a:off x="0" y="0"/>
                          <a:ext cx="1285816" cy="131523"/>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0B07F" id="Gerader Verbinder 6" o:spid="_x0000_s1026" style="position:absolute;flip:y;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42.3pt,48.9pt" to="143.55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" strokecolor="black [3200]" strokeweight="1.5pt">
                <v:stroke startarrow="oval" startarrowwidth="narrow" startarrowlength="short" endarrow="oval" endarrowwidth="narrow" endarrowlength="short" joinstyle="miter"/>
                <w10:wrap anchorx="margin"/>
              </v:line>
            </w:pict>
          </mc:Fallback>
        </mc:AlternateContent>
      </w:r>
      <w:r w:rsidR="00067523">
        <w:rPr>
          <w:noProof/>
        </w:rPr>
        <mc:AlternateContent>
          <mc:Choice Requires="wps">
            <w:drawing>
              <wp:anchor distT="0" distB="0" distL="114300" distR="114300" simplePos="0" relativeHeight="251666432" behindDoc="0" locked="0" layoutInCell="1" allowOverlap="1" wp14:anchorId="58649D26" wp14:editId="348AA103">
                <wp:simplePos x="0" y="0"/>
                <wp:positionH relativeFrom="leftMargin">
                  <wp:posOffset>593471</wp:posOffset>
                </wp:positionH>
                <wp:positionV relativeFrom="paragraph">
                  <wp:posOffset>961865</wp:posOffset>
                </wp:positionV>
                <wp:extent cx="304099" cy="335171"/>
                <wp:effectExtent l="19050" t="19050" r="39370" b="46355"/>
                <wp:wrapNone/>
                <wp:docPr id="5" name="Gerader Verbinder 5"/>
                <wp:cNvGraphicFramePr/>
                <a:graphic xmlns:a="http://schemas.openxmlformats.org/drawingml/2006/main">
                  <a:graphicData uri="http://schemas.microsoft.com/office/word/2010/wordprocessingShape">
                    <wps:wsp>
                      <wps:cNvCnPr/>
                      <wps:spPr>
                        <a:xfrm flipV="1">
                          <a:off x="0" y="0"/>
                          <a:ext cx="304099" cy="335171"/>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BF5A8C" id="Gerader Verbinder 5" o:spid="_x0000_s1026" style="position:absolute;flip:y;z-index:251666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46.75pt,75.75pt" to="70.7pt,1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" strokecolor="black [3200]" strokeweight="1.5pt">
                <v:stroke startarrow="oval" startarrowwidth="narrow" startarrowlength="short" endarrow="oval" endarrowwidth="narrow" endarrowlength="short" joinstyle="miter"/>
                <w10:wrap anchorx="margin"/>
              </v:line>
            </w:pict>
          </mc:Fallback>
        </mc:AlternateContent>
      </w:r>
      <w:r w:rsidR="00067523">
        <w:rPr>
          <w:noProof/>
        </w:rPr>
        <mc:AlternateContent>
          <mc:Choice Requires="wps">
            <w:drawing>
              <wp:anchor distT="0" distB="0" distL="114300" distR="114300" simplePos="0" relativeHeight="251664384" behindDoc="0" locked="0" layoutInCell="1" allowOverlap="1" wp14:anchorId="3607F52D" wp14:editId="66544282">
                <wp:simplePos x="0" y="0"/>
                <wp:positionH relativeFrom="column">
                  <wp:posOffset>-213109</wp:posOffset>
                </wp:positionH>
                <wp:positionV relativeFrom="paragraph">
                  <wp:posOffset>2209534</wp:posOffset>
                </wp:positionV>
                <wp:extent cx="918830" cy="0"/>
                <wp:effectExtent l="19050" t="19050" r="53340" b="38100"/>
                <wp:wrapNone/>
                <wp:docPr id="4" name="Gerader Verbinder 4"/>
                <wp:cNvGraphicFramePr/>
                <a:graphic xmlns:a="http://schemas.openxmlformats.org/drawingml/2006/main">
                  <a:graphicData uri="http://schemas.microsoft.com/office/word/2010/wordprocessingShape">
                    <wps:wsp>
                      <wps:cNvCnPr/>
                      <wps:spPr>
                        <a:xfrm flipV="1">
                          <a:off x="0" y="0"/>
                          <a:ext cx="918830" cy="0"/>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2BA55F" id="Gerader Verbinder 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pt,174pt" to="55.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" strokecolor="black [3200]" strokeweight="1.5pt">
                <v:stroke startarrow="oval" startarrowwidth="narrow" startarrowlength="short" endarrow="oval" endarrowwidth="narrow" endarrowlength="short" joinstyle="miter"/>
              </v:line>
            </w:pict>
          </mc:Fallback>
        </mc:AlternateContent>
      </w:r>
      <w:r w:rsidR="00067523">
        <w:rPr>
          <w:noProof/>
        </w:rPr>
        <mc:AlternateContent>
          <mc:Choice Requires="wps">
            <w:drawing>
              <wp:anchor distT="0" distB="0" distL="114300" distR="114300" simplePos="0" relativeHeight="251660288" behindDoc="0" locked="0" layoutInCell="1" allowOverlap="1" wp14:anchorId="461F9740" wp14:editId="28714F86">
                <wp:simplePos x="0" y="0"/>
                <wp:positionH relativeFrom="column">
                  <wp:posOffset>-202476</wp:posOffset>
                </wp:positionH>
                <wp:positionV relativeFrom="paragraph">
                  <wp:posOffset>2735286</wp:posOffset>
                </wp:positionV>
                <wp:extent cx="3055974" cy="0"/>
                <wp:effectExtent l="19050" t="19050" r="49530" b="38100"/>
                <wp:wrapNone/>
                <wp:docPr id="2" name="Gerader Verbinder 2"/>
                <wp:cNvGraphicFramePr/>
                <a:graphic xmlns:a="http://schemas.openxmlformats.org/drawingml/2006/main">
                  <a:graphicData uri="http://schemas.microsoft.com/office/word/2010/wordprocessingShape">
                    <wps:wsp>
                      <wps:cNvCnPr/>
                      <wps:spPr>
                        <a:xfrm>
                          <a:off x="0" y="0"/>
                          <a:ext cx="3055974" cy="0"/>
                        </a:xfrm>
                        <a:prstGeom prst="line">
                          <a:avLst/>
                        </a:prstGeom>
                        <a:ln w="19050">
                          <a:headEnd type="oval" w="sm" len="sm"/>
                          <a:tailEnd type="oval"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EB594A" id="Gerader Verbinde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5pt,215.4pt" to="224.7pt,2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" strokecolor="black [3200]" strokeweight="1.5pt">
                <v:stroke startarrow="oval" startarrowwidth="narrow" startarrowlength="short" endarrow="oval" endarrowwidth="narrow" endarrowlength="short" joinstyle="miter"/>
              </v:line>
            </w:pict>
          </mc:Fallback>
        </mc:AlternateContent>
      </w:r>
      <w:r w:rsidR="00EB3882">
        <w:rPr>
          <w:noProof/>
        </w:rPr>
        <w:drawing>
          <wp:inline distT="0" distB="0" distL="0" distR="0" wp14:anchorId="64642E1C" wp14:editId="1D489BC6">
            <wp:extent cx="5994400" cy="4399990"/>
            <wp:effectExtent l="0" t="0" r="6350" b="63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9">
                      <a:extLst>
                        <a:ext uri="{28A0092B-C50C-407E-A947-70E740481C1C}">
                          <a14:useLocalDpi xmlns:a14="http://schemas.microsoft.com/office/drawing/2010/main" val="0"/>
                        </a:ext>
                      </a:extLst>
                    </a:blip>
                    <a:stretch>
                      <a:fillRect/>
                    </a:stretch>
                  </pic:blipFill>
                  <pic:spPr>
                    <a:xfrm>
                      <a:off x="0" y="0"/>
                      <a:ext cx="6012536" cy="4413302"/>
                    </a:xfrm>
                    <a:prstGeom prst="rect">
                      <a:avLst/>
                    </a:prstGeom>
                  </pic:spPr>
                </pic:pic>
              </a:graphicData>
            </a:graphic>
          </wp:inline>
        </w:drawing>
      </w:r>
    </w:p>
    <w:p w14:paraId="31C7EC32" w14:textId="0F2E3DBD" w:rsidR="00EB3882" w:rsidRDefault="00EB3882"/>
    <w:p w14:paraId="739014B7" w14:textId="40FF8CBD" w:rsidR="00A50768" w:rsidRDefault="00A50768">
      <w:pPr>
        <w:spacing w:after="160" w:line="259" w:lineRule="auto"/>
      </w:pPr>
      <w:r>
        <w:br w:type="page"/>
      </w:r>
    </w:p>
    <w:p w14:paraId="26C6FBEA" w14:textId="1BBB0C66" w:rsidR="0090574A" w:rsidRDefault="00A50768" w:rsidP="00A50768">
      <w:pPr>
        <w:pStyle w:val="berschrift2"/>
      </w:pPr>
      <w:r>
        <w:lastRenderedPageBreak/>
        <w:t>Beschreibung ausgewählter Komponenten des Java-Editors</w:t>
      </w:r>
    </w:p>
    <w:p w14:paraId="71D7633E" w14:textId="77777777" w:rsidR="00A50768" w:rsidRDefault="00A50768" w:rsidP="0090574A"/>
    <w:p w14:paraId="1A89C2E5" w14:textId="7C734F41" w:rsidR="0090574A" w:rsidRDefault="0090574A" w:rsidP="0090574A">
      <w:pPr>
        <w:pStyle w:val="Listenabsatz"/>
        <w:numPr>
          <w:ilvl w:val="0"/>
          <w:numId w:val="3"/>
        </w:numPr>
      </w:pPr>
      <w:r w:rsidRPr="00583462">
        <w:rPr>
          <w:rStyle w:val="IntensiveHervorhebung"/>
        </w:rPr>
        <w:t>Design-Formular</w:t>
      </w:r>
      <w:r>
        <w:t xml:space="preserve"> oder GUI-Formular: Ein Vorschau-Fenster, in dem verschiedene GUI-Komponenten</w:t>
      </w:r>
      <w:r w:rsidR="00D62B86">
        <w:t xml:space="preserve"> wie beispielsweise Buttons, Textfelder oder Schieberegler</w:t>
      </w:r>
      <w:r w:rsidR="00583462">
        <w:t xml:space="preserve"> per </w:t>
      </w:r>
      <w:proofErr w:type="spellStart"/>
      <w:r w:rsidR="00583462">
        <w:t>Drag&amp;Drop</w:t>
      </w:r>
      <w:proofErr w:type="spellEnd"/>
      <w:r w:rsidR="00583462">
        <w:t xml:space="preserve"> </w:t>
      </w:r>
      <w:r>
        <w:t>platziert werden können.</w:t>
      </w:r>
      <w:r w:rsidR="00583462">
        <w:t xml:space="preserve"> Die Größe und Position des Fensters und seiner Komponenten können mit der Maus verändert werden. Der zugehörige Quelltext und die Eigenschaften im Objektinspektor passen sich dabei automatisch an.</w:t>
      </w:r>
    </w:p>
    <w:p w14:paraId="6EB46A72" w14:textId="53BFB61C" w:rsidR="00D62B86" w:rsidRDefault="00FB0B08" w:rsidP="00D62B86">
      <w:pPr>
        <w:ind w:left="708"/>
      </w:pPr>
      <w:r>
        <w:t xml:space="preserve">Bei </w:t>
      </w:r>
      <w:r w:rsidR="00323CCA">
        <w:t xml:space="preserve">der </w:t>
      </w:r>
      <w:r>
        <w:t>Erstellung eines neuen Programms mit graphischer Benutzeroberfläche mithilfe des Java-Editors wird automatisch ein neues Design-Formular angelegt und in einer Datei mit der Dateiendung .</w:t>
      </w:r>
      <w:proofErr w:type="spellStart"/>
      <w:r>
        <w:t>jfm</w:t>
      </w:r>
      <w:proofErr w:type="spellEnd"/>
      <w:r>
        <w:t xml:space="preserve"> gespeichert. Das eigentliche Java-Programm hat dagegen die Dateiendung .</w:t>
      </w:r>
      <w:proofErr w:type="spellStart"/>
      <w:r>
        <w:t>java</w:t>
      </w:r>
      <w:proofErr w:type="spellEnd"/>
      <w:r>
        <w:t>. Soll bei einem Austausch von Java-Programmen das Vorschaufenster zur weiteren Bearbeitung im Java-Editor mit ausgetauscht werden, muss neben den zum Programm gehörenden .</w:t>
      </w:r>
      <w:proofErr w:type="spellStart"/>
      <w:r>
        <w:t>java</w:t>
      </w:r>
      <w:proofErr w:type="spellEnd"/>
      <w:r>
        <w:t>-Dateien auch die .</w:t>
      </w:r>
      <w:proofErr w:type="spellStart"/>
      <w:r>
        <w:t>jfm</w:t>
      </w:r>
      <w:proofErr w:type="spellEnd"/>
      <w:r>
        <w:t xml:space="preserve">-Datei ausgetauscht werden. </w:t>
      </w:r>
    </w:p>
    <w:p w14:paraId="2EF3DAEF" w14:textId="061F395D" w:rsidR="00583462" w:rsidRDefault="00583462" w:rsidP="001F7C64">
      <w:pPr>
        <w:pStyle w:val="Listenabsatz"/>
        <w:numPr>
          <w:ilvl w:val="0"/>
          <w:numId w:val="3"/>
        </w:numPr>
      </w:pPr>
      <w:r w:rsidRPr="00583462">
        <w:rPr>
          <w:rStyle w:val="IntensiveHervorhebung"/>
        </w:rPr>
        <w:t>Quelltext-Fenster</w:t>
      </w:r>
      <w:r>
        <w:t>: Hier erfolgt die eigentliche Implementierung des Programms.</w:t>
      </w:r>
      <w:r w:rsidR="00225093">
        <w:t xml:space="preserve"> </w:t>
      </w:r>
      <w:r>
        <w:t xml:space="preserve">Durch Platzierung von Komponenten im Design-Formular, Änderungen von Attributen im Objektinspektor oder Hinzufügen von Ereignissen über den Objektinspektor wird der zugehörige Quelltext automatisch im Quelltext-Fenster geändert bzw. ergänzt. </w:t>
      </w:r>
      <w:r w:rsidR="00225093">
        <w:t xml:space="preserve">(Achtung: </w:t>
      </w:r>
      <w:r>
        <w:t>Änderungen im Quelltext führen umgekehrt jedoch nicht zu Änderungen im Objektinspektor bzw. Design-Formular.</w:t>
      </w:r>
      <w:r w:rsidR="00225093">
        <w:t>) Um die Funktionalität des Programms</w:t>
      </w:r>
      <w:r w:rsidR="004C39E6">
        <w:t>,</w:t>
      </w:r>
      <w:r w:rsidR="00225093">
        <w:t xml:space="preserve"> wie beispielsweise eine Reaktion auf das Anklicken eines Buttons</w:t>
      </w:r>
      <w:r w:rsidR="004C39E6">
        <w:t>,</w:t>
      </w:r>
      <w:r w:rsidR="00225093">
        <w:t xml:space="preserve"> festzulegen, muss der automatisch</w:t>
      </w:r>
      <w:r w:rsidR="004C39E6">
        <w:t xml:space="preserve"> erzeugte </w:t>
      </w:r>
      <w:r w:rsidR="00225093">
        <w:t xml:space="preserve"> Quelltext um eigenen Code ergänzt werden.</w:t>
      </w:r>
    </w:p>
    <w:p w14:paraId="6A6A4536" w14:textId="03044C32" w:rsidR="00583462" w:rsidRDefault="00583462" w:rsidP="00583462">
      <w:pPr>
        <w:pStyle w:val="Listenabsatz"/>
        <w:numPr>
          <w:ilvl w:val="0"/>
          <w:numId w:val="3"/>
        </w:numPr>
      </w:pPr>
      <w:r>
        <w:t>Über dieses Symbol kann das zu einem Quelltext zugehörige Design-Formular geöffnet werden.</w:t>
      </w:r>
    </w:p>
    <w:p w14:paraId="56EBBE0E" w14:textId="4FCD5390" w:rsidR="00583462" w:rsidRDefault="00EF1ABE" w:rsidP="00583462">
      <w:pPr>
        <w:pStyle w:val="Listenabsatz"/>
        <w:numPr>
          <w:ilvl w:val="0"/>
          <w:numId w:val="3"/>
        </w:numPr>
      </w:pPr>
      <w:r>
        <w:t>Menüpunkt zum Kompilieren und anschließende</w:t>
      </w:r>
      <w:r w:rsidR="00967FB6">
        <w:t>n</w:t>
      </w:r>
      <w:r>
        <w:t xml:space="preserve"> Starten eines Programms. Enthält der Quelltext noch Syntaxfehler, werden diese unter Meldungen angezeigt.</w:t>
      </w:r>
    </w:p>
    <w:p w14:paraId="159E500B" w14:textId="33656D1B" w:rsidR="00EF1ABE" w:rsidRDefault="00EF1ABE" w:rsidP="00583462">
      <w:pPr>
        <w:pStyle w:val="Listenabsatz"/>
        <w:numPr>
          <w:ilvl w:val="0"/>
          <w:numId w:val="3"/>
        </w:numPr>
      </w:pPr>
      <w:r>
        <w:t>Menüpunkt zur Einstellung der Schriftgröße im Quelltext-Fenster</w:t>
      </w:r>
      <w:r w:rsidR="00967FB6">
        <w:t>, wobei die Schriftgröße durch Anklicken mit der linken Maustaste vergrößert und mit der rechten Maustaste verkleinert wird.</w:t>
      </w:r>
    </w:p>
    <w:p w14:paraId="556432C1" w14:textId="7EE7348E" w:rsidR="00EF1ABE" w:rsidRDefault="00EF1ABE" w:rsidP="00583462">
      <w:pPr>
        <w:pStyle w:val="Listenabsatz"/>
        <w:numPr>
          <w:ilvl w:val="0"/>
          <w:numId w:val="3"/>
        </w:numPr>
      </w:pPr>
      <w:r>
        <w:t>Register mit verschiedenen GUI-Komponenten, die per Drag</w:t>
      </w:r>
      <w:r w:rsidR="00967FB6">
        <w:t xml:space="preserve"> </w:t>
      </w:r>
      <w:r>
        <w:t>&amp;</w:t>
      </w:r>
      <w:r w:rsidR="00967FB6">
        <w:t xml:space="preserve"> </w:t>
      </w:r>
      <w:r>
        <w:t>Drop ins Programm eingefügt werden können. Je nach gewählter Programmart können sich die zur Verfügung gestellten Register unterscheiden.</w:t>
      </w:r>
    </w:p>
    <w:p w14:paraId="6EFAA445" w14:textId="37FEF883" w:rsidR="00EF1ABE" w:rsidRDefault="00EF1ABE" w:rsidP="00583462">
      <w:pPr>
        <w:pStyle w:val="Listenabsatz"/>
        <w:numPr>
          <w:ilvl w:val="0"/>
          <w:numId w:val="3"/>
        </w:numPr>
      </w:pPr>
      <w:r w:rsidRPr="00D62B86">
        <w:rPr>
          <w:rStyle w:val="IntensiveHervorhebung"/>
        </w:rPr>
        <w:t>Objektinspektor</w:t>
      </w:r>
      <w:r>
        <w:t>: Hier können die Eigenschaften (Attribute) und Ereignisse einer GUI-Komponente festgelegt werden. Der zugehörige Quelltext wird im Quelltext-Fenster automatisch an die Eingaben im Objektinspektor angepasst.</w:t>
      </w:r>
    </w:p>
    <w:p w14:paraId="4B908AA9" w14:textId="0D12AD84" w:rsidR="00EF1ABE" w:rsidRDefault="00EF1ABE" w:rsidP="00583462">
      <w:pPr>
        <w:pStyle w:val="Listenabsatz"/>
        <w:numPr>
          <w:ilvl w:val="0"/>
          <w:numId w:val="3"/>
        </w:numPr>
      </w:pPr>
      <w:r>
        <w:t>Fenster für Meldungen, beispielsweise zu Syntaxfehlern</w:t>
      </w:r>
    </w:p>
    <w:p w14:paraId="02F01845" w14:textId="77777777" w:rsidR="00A50768" w:rsidRDefault="00A50768" w:rsidP="003B7C82"/>
    <w:p w14:paraId="1E93ED52" w14:textId="76229A68" w:rsidR="003B7C82" w:rsidRDefault="00FB712D" w:rsidP="003B7C82">
      <w:r>
        <w:t xml:space="preserve">Dieses Werk ist lizenziert unter einer </w:t>
      </w:r>
      <w:hyperlink r:id="rId10"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0" w:name="_Hlk96847358"/>
      <w:r w:rsidR="003B7C82">
        <w:t xml:space="preserve">Von der Lizenz ausgenommen ist das </w:t>
      </w:r>
      <w:proofErr w:type="spellStart"/>
      <w:r w:rsidR="003B7C82">
        <w:t>InfSII</w:t>
      </w:r>
      <w:proofErr w:type="spellEnd"/>
      <w:r w:rsidR="003B7C82">
        <w:t>-Logo.</w:t>
      </w:r>
    </w:p>
    <w:p w14:paraId="68248B4A" w14:textId="06D82161" w:rsidR="00970575" w:rsidRDefault="003B7C82">
      <w:bookmarkStart w:id="1"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0"/>
      <w:bookmarkEnd w:id="1"/>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336C6" w14:textId="77777777" w:rsidR="00A82C3A" w:rsidRDefault="00A82C3A" w:rsidP="006D1346">
      <w:pPr>
        <w:spacing w:after="0" w:line="240" w:lineRule="auto"/>
      </w:pPr>
      <w:r>
        <w:separator/>
      </w:r>
    </w:p>
  </w:endnote>
  <w:endnote w:type="continuationSeparator" w:id="0">
    <w:p w14:paraId="518C58C9" w14:textId="77777777" w:rsidR="00A82C3A" w:rsidRDefault="00A82C3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5F1BE9C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00B940C7">
      <w:rPr>
        <w:color w:val="808080" w:themeColor="background1" w:themeShade="80"/>
        <w:sz w:val="20"/>
        <w:szCs w:val="20"/>
      </w:rPr>
      <w:t>Annika Eickhoff-Schachtebeck</w:t>
    </w:r>
    <w:r w:rsidRPr="007E2D0D">
      <w:rPr>
        <w:color w:val="808080" w:themeColor="background1" w:themeShade="80"/>
        <w:sz w:val="20"/>
        <w:szCs w:val="20"/>
      </w:rPr>
      <w:t xml:space="preserve">, Stand: </w:t>
    </w:r>
    <w:r w:rsidR="00E865B6">
      <w:rPr>
        <w:color w:val="808080" w:themeColor="background1" w:themeShade="80"/>
        <w:sz w:val="20"/>
        <w:szCs w:val="20"/>
      </w:rPr>
      <w:t>April</w:t>
    </w:r>
    <w:r w:rsidRPr="007E2D0D">
      <w:rPr>
        <w:color w:val="808080" w:themeColor="background1" w:themeShade="80"/>
        <w:sz w:val="20"/>
        <w:szCs w:val="20"/>
      </w:rPr>
      <w:t xml:space="preserve"> 20</w:t>
    </w:r>
    <w:r w:rsidR="00660AA5">
      <w:rPr>
        <w:color w:val="808080" w:themeColor="background1" w:themeShade="80"/>
        <w:sz w:val="20"/>
        <w:szCs w:val="20"/>
      </w:rPr>
      <w:t>2</w:t>
    </w:r>
    <w:r w:rsidR="00D5527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7FCD" w14:textId="77777777" w:rsidR="00A82C3A" w:rsidRDefault="00A82C3A" w:rsidP="006D1346">
      <w:pPr>
        <w:spacing w:after="0" w:line="240" w:lineRule="auto"/>
      </w:pPr>
      <w:r>
        <w:separator/>
      </w:r>
    </w:p>
  </w:footnote>
  <w:footnote w:type="continuationSeparator" w:id="0">
    <w:p w14:paraId="64E02F58" w14:textId="77777777" w:rsidR="00A82C3A" w:rsidRDefault="00A82C3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F1817"/>
    <w:multiLevelType w:val="hybridMultilevel"/>
    <w:tmpl w:val="9E3E2C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27738BB"/>
    <w:multiLevelType w:val="hybridMultilevel"/>
    <w:tmpl w:val="D7325A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830EE9"/>
    <w:multiLevelType w:val="hybridMultilevel"/>
    <w:tmpl w:val="03E83D44"/>
    <w:lvl w:ilvl="0" w:tplc="BF48B9E0">
      <w:start w:val="1"/>
      <w:numFmt w:val="decimal"/>
      <w:pStyle w:val="Quellcode"/>
      <w:lvlText w:val="%1"/>
      <w:lvlJc w:val="left"/>
      <w:pPr>
        <w:ind w:left="360" w:hanging="360"/>
      </w:pPr>
      <w:rPr>
        <w:rFonts w:ascii="Courier New" w:hAnsi="Courier New" w:hint="default"/>
        <w:i w:val="0"/>
        <w:iCs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685795">
    <w:abstractNumId w:val="2"/>
  </w:num>
  <w:num w:numId="2" w16cid:durableId="1994210598">
    <w:abstractNumId w:val="0"/>
  </w:num>
  <w:num w:numId="3" w16cid:durableId="194703476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6157"/>
    <w:rsid w:val="00053489"/>
    <w:rsid w:val="00065FC6"/>
    <w:rsid w:val="00067523"/>
    <w:rsid w:val="000679C2"/>
    <w:rsid w:val="00071419"/>
    <w:rsid w:val="00072317"/>
    <w:rsid w:val="00072ED2"/>
    <w:rsid w:val="0008463F"/>
    <w:rsid w:val="00087065"/>
    <w:rsid w:val="000A288C"/>
    <w:rsid w:val="000A422F"/>
    <w:rsid w:val="000A7494"/>
    <w:rsid w:val="000B4D29"/>
    <w:rsid w:val="000B631F"/>
    <w:rsid w:val="000D1D5E"/>
    <w:rsid w:val="000D2026"/>
    <w:rsid w:val="000E540A"/>
    <w:rsid w:val="00121984"/>
    <w:rsid w:val="00126D3F"/>
    <w:rsid w:val="00136422"/>
    <w:rsid w:val="00140295"/>
    <w:rsid w:val="00140F61"/>
    <w:rsid w:val="0017405F"/>
    <w:rsid w:val="00174CE4"/>
    <w:rsid w:val="0018047A"/>
    <w:rsid w:val="00186A5F"/>
    <w:rsid w:val="00193DAD"/>
    <w:rsid w:val="001946BF"/>
    <w:rsid w:val="001B5DFE"/>
    <w:rsid w:val="001C2D07"/>
    <w:rsid w:val="001C7057"/>
    <w:rsid w:val="001F622A"/>
    <w:rsid w:val="00210D08"/>
    <w:rsid w:val="0021443C"/>
    <w:rsid w:val="002203A9"/>
    <w:rsid w:val="00221D86"/>
    <w:rsid w:val="00225093"/>
    <w:rsid w:val="00242649"/>
    <w:rsid w:val="00244639"/>
    <w:rsid w:val="0025055C"/>
    <w:rsid w:val="00264DBE"/>
    <w:rsid w:val="00264EA1"/>
    <w:rsid w:val="00280A75"/>
    <w:rsid w:val="002B231A"/>
    <w:rsid w:val="002B4E66"/>
    <w:rsid w:val="002C18BF"/>
    <w:rsid w:val="002E05D0"/>
    <w:rsid w:val="002E4F54"/>
    <w:rsid w:val="003179DB"/>
    <w:rsid w:val="00320108"/>
    <w:rsid w:val="00323CCA"/>
    <w:rsid w:val="003276A9"/>
    <w:rsid w:val="00330DB0"/>
    <w:rsid w:val="00334221"/>
    <w:rsid w:val="00337600"/>
    <w:rsid w:val="00344B5E"/>
    <w:rsid w:val="00381B15"/>
    <w:rsid w:val="00390220"/>
    <w:rsid w:val="003906DC"/>
    <w:rsid w:val="003A0A27"/>
    <w:rsid w:val="003B2C2B"/>
    <w:rsid w:val="003B7431"/>
    <w:rsid w:val="003B7C82"/>
    <w:rsid w:val="003C21AE"/>
    <w:rsid w:val="003E0FA4"/>
    <w:rsid w:val="003E4F79"/>
    <w:rsid w:val="003F45B4"/>
    <w:rsid w:val="003F5E3B"/>
    <w:rsid w:val="00400B1C"/>
    <w:rsid w:val="00412C43"/>
    <w:rsid w:val="00414783"/>
    <w:rsid w:val="00415B86"/>
    <w:rsid w:val="00417E84"/>
    <w:rsid w:val="0042385F"/>
    <w:rsid w:val="00431638"/>
    <w:rsid w:val="00437289"/>
    <w:rsid w:val="0044140C"/>
    <w:rsid w:val="00445135"/>
    <w:rsid w:val="00454D8E"/>
    <w:rsid w:val="004631DB"/>
    <w:rsid w:val="00482A2D"/>
    <w:rsid w:val="004850AB"/>
    <w:rsid w:val="00487F5E"/>
    <w:rsid w:val="00494093"/>
    <w:rsid w:val="00494A80"/>
    <w:rsid w:val="004B0D19"/>
    <w:rsid w:val="004B1440"/>
    <w:rsid w:val="004B35A7"/>
    <w:rsid w:val="004B47C2"/>
    <w:rsid w:val="004C259A"/>
    <w:rsid w:val="004C39E6"/>
    <w:rsid w:val="004E6FDE"/>
    <w:rsid w:val="004F1042"/>
    <w:rsid w:val="004F6BDA"/>
    <w:rsid w:val="005063B0"/>
    <w:rsid w:val="005123C9"/>
    <w:rsid w:val="00514954"/>
    <w:rsid w:val="00554E24"/>
    <w:rsid w:val="00577F9C"/>
    <w:rsid w:val="00583462"/>
    <w:rsid w:val="00585B94"/>
    <w:rsid w:val="005A49C5"/>
    <w:rsid w:val="005B3B9D"/>
    <w:rsid w:val="005C148A"/>
    <w:rsid w:val="005E301E"/>
    <w:rsid w:val="005E5D30"/>
    <w:rsid w:val="005F36A9"/>
    <w:rsid w:val="005F5475"/>
    <w:rsid w:val="005F6623"/>
    <w:rsid w:val="00600140"/>
    <w:rsid w:val="00603A07"/>
    <w:rsid w:val="00607635"/>
    <w:rsid w:val="0063498A"/>
    <w:rsid w:val="006464A2"/>
    <w:rsid w:val="00651E9D"/>
    <w:rsid w:val="00660AA5"/>
    <w:rsid w:val="00661388"/>
    <w:rsid w:val="00663704"/>
    <w:rsid w:val="00692C5A"/>
    <w:rsid w:val="00693FB8"/>
    <w:rsid w:val="006A00AE"/>
    <w:rsid w:val="006B2673"/>
    <w:rsid w:val="006B39C8"/>
    <w:rsid w:val="006C0334"/>
    <w:rsid w:val="006C2AE0"/>
    <w:rsid w:val="006D1346"/>
    <w:rsid w:val="006D2CB4"/>
    <w:rsid w:val="006E03F6"/>
    <w:rsid w:val="006E07FD"/>
    <w:rsid w:val="006E589E"/>
    <w:rsid w:val="006F44AA"/>
    <w:rsid w:val="00705BAC"/>
    <w:rsid w:val="00712A12"/>
    <w:rsid w:val="00725A4D"/>
    <w:rsid w:val="00730688"/>
    <w:rsid w:val="0074626D"/>
    <w:rsid w:val="00746D5F"/>
    <w:rsid w:val="007625A3"/>
    <w:rsid w:val="007656A6"/>
    <w:rsid w:val="007674A3"/>
    <w:rsid w:val="00767591"/>
    <w:rsid w:val="00772D20"/>
    <w:rsid w:val="0078342D"/>
    <w:rsid w:val="007845BE"/>
    <w:rsid w:val="00793006"/>
    <w:rsid w:val="007A3B76"/>
    <w:rsid w:val="007A42CE"/>
    <w:rsid w:val="007C6F80"/>
    <w:rsid w:val="007C7674"/>
    <w:rsid w:val="007D022E"/>
    <w:rsid w:val="007D2B63"/>
    <w:rsid w:val="007D516A"/>
    <w:rsid w:val="007D72BF"/>
    <w:rsid w:val="007E2D0D"/>
    <w:rsid w:val="007F2484"/>
    <w:rsid w:val="00817461"/>
    <w:rsid w:val="00844EA0"/>
    <w:rsid w:val="00845CD6"/>
    <w:rsid w:val="008508C6"/>
    <w:rsid w:val="0085294C"/>
    <w:rsid w:val="00854EB6"/>
    <w:rsid w:val="00857C67"/>
    <w:rsid w:val="00871052"/>
    <w:rsid w:val="008760B5"/>
    <w:rsid w:val="00892BC7"/>
    <w:rsid w:val="008A360B"/>
    <w:rsid w:val="008A38FB"/>
    <w:rsid w:val="008A6407"/>
    <w:rsid w:val="008B14DF"/>
    <w:rsid w:val="008E008E"/>
    <w:rsid w:val="008F2A39"/>
    <w:rsid w:val="008F7272"/>
    <w:rsid w:val="0090574A"/>
    <w:rsid w:val="009107C4"/>
    <w:rsid w:val="00911BC7"/>
    <w:rsid w:val="00920084"/>
    <w:rsid w:val="009309DD"/>
    <w:rsid w:val="0095776B"/>
    <w:rsid w:val="00967FB6"/>
    <w:rsid w:val="00970575"/>
    <w:rsid w:val="00983AC1"/>
    <w:rsid w:val="009B0E96"/>
    <w:rsid w:val="009B1F75"/>
    <w:rsid w:val="009E1FF5"/>
    <w:rsid w:val="009F13C9"/>
    <w:rsid w:val="00A00FBD"/>
    <w:rsid w:val="00A01422"/>
    <w:rsid w:val="00A061E9"/>
    <w:rsid w:val="00A10012"/>
    <w:rsid w:val="00A21F57"/>
    <w:rsid w:val="00A36CBF"/>
    <w:rsid w:val="00A43086"/>
    <w:rsid w:val="00A50768"/>
    <w:rsid w:val="00A82C3A"/>
    <w:rsid w:val="00A83158"/>
    <w:rsid w:val="00A90DD7"/>
    <w:rsid w:val="00AA35A0"/>
    <w:rsid w:val="00AA432E"/>
    <w:rsid w:val="00AB733D"/>
    <w:rsid w:val="00AC13EC"/>
    <w:rsid w:val="00AC2022"/>
    <w:rsid w:val="00AC5E66"/>
    <w:rsid w:val="00AD2D8A"/>
    <w:rsid w:val="00B0016C"/>
    <w:rsid w:val="00B07884"/>
    <w:rsid w:val="00B1398B"/>
    <w:rsid w:val="00B367E6"/>
    <w:rsid w:val="00B45DB5"/>
    <w:rsid w:val="00B65416"/>
    <w:rsid w:val="00B73C44"/>
    <w:rsid w:val="00B7608A"/>
    <w:rsid w:val="00B76952"/>
    <w:rsid w:val="00B8612F"/>
    <w:rsid w:val="00B86D12"/>
    <w:rsid w:val="00B92DDF"/>
    <w:rsid w:val="00B940C7"/>
    <w:rsid w:val="00BC3BCF"/>
    <w:rsid w:val="00BE441A"/>
    <w:rsid w:val="00BF041D"/>
    <w:rsid w:val="00C0161A"/>
    <w:rsid w:val="00C020BB"/>
    <w:rsid w:val="00C14684"/>
    <w:rsid w:val="00C1549E"/>
    <w:rsid w:val="00C1752E"/>
    <w:rsid w:val="00C26C50"/>
    <w:rsid w:val="00C43179"/>
    <w:rsid w:val="00C44DB9"/>
    <w:rsid w:val="00C56665"/>
    <w:rsid w:val="00C732C7"/>
    <w:rsid w:val="00C74D4B"/>
    <w:rsid w:val="00C7792B"/>
    <w:rsid w:val="00C93753"/>
    <w:rsid w:val="00CA7665"/>
    <w:rsid w:val="00CA79EC"/>
    <w:rsid w:val="00CB700C"/>
    <w:rsid w:val="00CC05C6"/>
    <w:rsid w:val="00CC0D37"/>
    <w:rsid w:val="00CC6DC4"/>
    <w:rsid w:val="00CE38D2"/>
    <w:rsid w:val="00CF5E77"/>
    <w:rsid w:val="00D01058"/>
    <w:rsid w:val="00D10AC8"/>
    <w:rsid w:val="00D206F5"/>
    <w:rsid w:val="00D33E38"/>
    <w:rsid w:val="00D55279"/>
    <w:rsid w:val="00D6056C"/>
    <w:rsid w:val="00D62B86"/>
    <w:rsid w:val="00D66DDF"/>
    <w:rsid w:val="00D72D0B"/>
    <w:rsid w:val="00D7436D"/>
    <w:rsid w:val="00D775E8"/>
    <w:rsid w:val="00D82479"/>
    <w:rsid w:val="00D94174"/>
    <w:rsid w:val="00D9597B"/>
    <w:rsid w:val="00DD3A84"/>
    <w:rsid w:val="00DD622B"/>
    <w:rsid w:val="00DD6922"/>
    <w:rsid w:val="00DD6A84"/>
    <w:rsid w:val="00DE3194"/>
    <w:rsid w:val="00DE3722"/>
    <w:rsid w:val="00DE519A"/>
    <w:rsid w:val="00DF56A6"/>
    <w:rsid w:val="00E022AB"/>
    <w:rsid w:val="00E032F5"/>
    <w:rsid w:val="00E10441"/>
    <w:rsid w:val="00E34A08"/>
    <w:rsid w:val="00E36D04"/>
    <w:rsid w:val="00E47AA3"/>
    <w:rsid w:val="00E53959"/>
    <w:rsid w:val="00E64B3F"/>
    <w:rsid w:val="00E67B23"/>
    <w:rsid w:val="00E700F0"/>
    <w:rsid w:val="00E8456C"/>
    <w:rsid w:val="00E865B6"/>
    <w:rsid w:val="00EB3344"/>
    <w:rsid w:val="00EB3882"/>
    <w:rsid w:val="00EB5F95"/>
    <w:rsid w:val="00EC4617"/>
    <w:rsid w:val="00EC6E4C"/>
    <w:rsid w:val="00EC7EEC"/>
    <w:rsid w:val="00ED3582"/>
    <w:rsid w:val="00EE4533"/>
    <w:rsid w:val="00EE7061"/>
    <w:rsid w:val="00EF0090"/>
    <w:rsid w:val="00EF0177"/>
    <w:rsid w:val="00EF1ABE"/>
    <w:rsid w:val="00EF42B2"/>
    <w:rsid w:val="00F012E8"/>
    <w:rsid w:val="00F04A61"/>
    <w:rsid w:val="00F37CED"/>
    <w:rsid w:val="00F40188"/>
    <w:rsid w:val="00F65F18"/>
    <w:rsid w:val="00F81A01"/>
    <w:rsid w:val="00F87E49"/>
    <w:rsid w:val="00FA42D7"/>
    <w:rsid w:val="00FB0B08"/>
    <w:rsid w:val="00FB0F2D"/>
    <w:rsid w:val="00FB712D"/>
    <w:rsid w:val="00FC195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IntensiveHervorhebung">
    <w:name w:val="Intense Emphasis"/>
    <w:basedOn w:val="Absatz-Standardschriftart"/>
    <w:uiPriority w:val="21"/>
    <w:qFormat/>
    <w:rsid w:val="00583462"/>
    <w:rPr>
      <w:i/>
      <w:iCs/>
      <w:color w:val="4472C4" w:themeColor="accent1"/>
    </w:rPr>
  </w:style>
  <w:style w:type="character" w:styleId="IntensiverVerweis">
    <w:name w:val="Intense Reference"/>
    <w:basedOn w:val="Absatz-Standardschriftart"/>
    <w:uiPriority w:val="32"/>
    <w:qFormat/>
    <w:rsid w:val="00583462"/>
    <w:rPr>
      <w:b/>
      <w:bCs/>
      <w:smallCaps/>
      <w:color w:val="4472C4" w:themeColor="accent1"/>
      <w:spacing w:val="5"/>
    </w:rPr>
  </w:style>
  <w:style w:type="paragraph" w:customStyle="1" w:styleId="Default">
    <w:name w:val="Default"/>
    <w:rsid w:val="003B2C2B"/>
    <w:pPr>
      <w:autoSpaceDE w:val="0"/>
      <w:autoSpaceDN w:val="0"/>
      <w:adjustRightInd w:val="0"/>
      <w:spacing w:after="0" w:line="240" w:lineRule="auto"/>
    </w:pPr>
    <w:rPr>
      <w:rFonts w:ascii="Calibri" w:hAnsi="Calibri" w:cs="Calibri"/>
      <w:color w:val="000000"/>
      <w:sz w:val="24"/>
      <w:szCs w:val="24"/>
    </w:rPr>
  </w:style>
  <w:style w:type="character" w:styleId="Kommentarzeichen">
    <w:name w:val="annotation reference"/>
    <w:basedOn w:val="Absatz-Standardschriftart"/>
    <w:uiPriority w:val="99"/>
    <w:semiHidden/>
    <w:unhideWhenUsed/>
    <w:rsid w:val="00967FB6"/>
    <w:rPr>
      <w:sz w:val="16"/>
      <w:szCs w:val="16"/>
    </w:rPr>
  </w:style>
  <w:style w:type="paragraph" w:styleId="Kommentartext">
    <w:name w:val="annotation text"/>
    <w:basedOn w:val="Standard"/>
    <w:link w:val="KommentartextZchn"/>
    <w:uiPriority w:val="99"/>
    <w:unhideWhenUsed/>
    <w:rsid w:val="00967FB6"/>
    <w:pPr>
      <w:spacing w:line="240" w:lineRule="auto"/>
    </w:pPr>
    <w:rPr>
      <w:sz w:val="20"/>
      <w:szCs w:val="20"/>
    </w:rPr>
  </w:style>
  <w:style w:type="character" w:customStyle="1" w:styleId="KommentartextZchn">
    <w:name w:val="Kommentartext Zchn"/>
    <w:basedOn w:val="Absatz-Standardschriftart"/>
    <w:link w:val="Kommentartext"/>
    <w:uiPriority w:val="99"/>
    <w:rsid w:val="00967FB6"/>
    <w:rPr>
      <w:sz w:val="20"/>
      <w:szCs w:val="20"/>
    </w:rPr>
  </w:style>
  <w:style w:type="paragraph" w:styleId="Kommentarthema">
    <w:name w:val="annotation subject"/>
    <w:basedOn w:val="Kommentartext"/>
    <w:next w:val="Kommentartext"/>
    <w:link w:val="KommentarthemaZchn"/>
    <w:uiPriority w:val="99"/>
    <w:semiHidden/>
    <w:unhideWhenUsed/>
    <w:rsid w:val="00967FB6"/>
    <w:rPr>
      <w:b/>
      <w:bCs/>
    </w:rPr>
  </w:style>
  <w:style w:type="character" w:customStyle="1" w:styleId="KommentarthemaZchn">
    <w:name w:val="Kommentarthema Zchn"/>
    <w:basedOn w:val="KommentartextZchn"/>
    <w:link w:val="Kommentarthema"/>
    <w:uiPriority w:val="99"/>
    <w:semiHidden/>
    <w:rsid w:val="00967F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vaedito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Template>
  <TotalTime>0</TotalTime>
  <Pages>2</Pages>
  <Words>501</Words>
  <Characters>3160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Annika Schachtebeck</cp:lastModifiedBy>
  <cp:revision>9</cp:revision>
  <cp:lastPrinted>2019-07-18T07:41:00Z</cp:lastPrinted>
  <dcterms:created xsi:type="dcterms:W3CDTF">2023-02-19T16:31:00Z</dcterms:created>
  <dcterms:modified xsi:type="dcterms:W3CDTF">2023-04-11T12:06:00Z</dcterms:modified>
</cp:coreProperties>
</file>